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DA48A5" w:rsidRDefault="00104A46" w:rsidP="00DA48A5">
      <w:pPr>
        <w:pStyle w:val="Tituldatum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490A5F4177AC4D79ADF4E3750032CE45"/>
          </w:placeholder>
          <w:text/>
        </w:sdtPr>
        <w:sdtEndPr>
          <w:rPr>
            <w:rStyle w:val="Nzevakce"/>
          </w:rPr>
        </w:sdtEndPr>
        <w:sdtContent/>
      </w:sdt>
      <w:r w:rsidR="00DA48A5" w:rsidRPr="00DA48A5">
        <w:t xml:space="preserve"> </w:t>
      </w:r>
      <w:sdt>
        <w:sdtPr>
          <w:rPr>
            <w:rStyle w:val="Nzevakce"/>
          </w:rPr>
          <w:alias w:val="Název akce - Vypsat pole, přenese se do zápatí"/>
          <w:tag w:val="Název akce"/>
          <w:id w:val="-123774856"/>
          <w:placeholder>
            <w:docPart w:val="B31A2C2CD3134961A34680143376FA57"/>
          </w:placeholder>
          <w:text w:multiLine="1"/>
        </w:sdtPr>
        <w:sdtEndPr>
          <w:rPr>
            <w:rStyle w:val="Standardnpsmoodstavce"/>
            <w:b w:val="0"/>
            <w:sz w:val="24"/>
          </w:rPr>
        </w:sdtEndPr>
        <w:sdtContent>
          <w:r w:rsidR="00DA48A5" w:rsidRPr="00EA5EBA">
            <w:rPr>
              <w:rStyle w:val="Nzevakce"/>
            </w:rPr>
            <w:t>Rekonstrukce mostů přes ulici Šámalova v Brně</w:t>
          </w:r>
        </w:sdtContent>
      </w:sdt>
    </w:p>
    <w:p w:rsidR="00CF0EF4" w:rsidRDefault="00CF0EF4" w:rsidP="00CB76A7">
      <w:pPr>
        <w:pStyle w:val="Tituldatum"/>
        <w:jc w:val="both"/>
      </w:pP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B4FCF" w:rsidRPr="006B4FCF">
        <w:t>6</w:t>
      </w:r>
      <w:r w:rsidRPr="006B4FCF">
        <w:t xml:space="preserve">. </w:t>
      </w:r>
      <w:r w:rsidR="006B4FCF" w:rsidRPr="006B4FCF">
        <w:t>9</w:t>
      </w:r>
      <w:r w:rsidRPr="006B4FCF">
        <w:t>. 20</w:t>
      </w:r>
      <w:r w:rsidR="00A616BE" w:rsidRPr="006B4FCF">
        <w:t>2</w:t>
      </w:r>
      <w:r w:rsidR="002D26A6" w:rsidRPr="006B4FCF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4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6B4FCF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6B4FCF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B4FCF">
        <w:t>Objednatele</w:t>
      </w:r>
      <w:r w:rsidRPr="006B4FCF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564A7B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564A7B">
        <w:t>předpisu XDC).</w:t>
      </w:r>
    </w:p>
    <w:p w:rsidR="005E07BA" w:rsidRDefault="005E07BA" w:rsidP="00564A7B">
      <w:pPr>
        <w:pStyle w:val="ZTPinfo-text-odr"/>
        <w:numPr>
          <w:ilvl w:val="0"/>
          <w:numId w:val="0"/>
        </w:numPr>
        <w:ind w:left="720"/>
      </w:pP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6B4FCF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E7" w:rsidRDefault="007365E7" w:rsidP="00962258">
      <w:pPr>
        <w:spacing w:after="0" w:line="240" w:lineRule="auto"/>
      </w:pPr>
      <w:r>
        <w:separator/>
      </w:r>
    </w:p>
  </w:endnote>
  <w:endnote w:type="continuationSeparator" w:id="0">
    <w:p w:rsidR="007365E7" w:rsidRDefault="007365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A4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A4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365E7" w:rsidP="00C87634">
          <w:pPr>
            <w:pStyle w:val="Zpatvlevo"/>
          </w:pPr>
          <w:fldSimple w:instr=" STYLEREF  _Název_akce  \* MERGEFORMAT ">
            <w:r w:rsidR="00104A46">
              <w:rPr>
                <w:noProof/>
              </w:rPr>
              <w:t>Rekonstrukce mostů přes ulici Šámalova v Brně</w:t>
            </w:r>
          </w:fldSimple>
        </w:p>
        <w:p w:rsidR="00CF0EF4" w:rsidRPr="003462EB" w:rsidRDefault="00293692" w:rsidP="00C87634">
          <w:pPr>
            <w:pStyle w:val="Zpatvlevo"/>
          </w:pPr>
          <w:r w:rsidRPr="00293692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365E7" w:rsidP="00C87634">
          <w:pPr>
            <w:pStyle w:val="Zpatvpravo"/>
          </w:pPr>
          <w:fldSimple w:instr=" STYLEREF  _Název_akce  \* MERGEFORMAT ">
            <w:r w:rsidR="00104A46">
              <w:rPr>
                <w:noProof/>
              </w:rPr>
              <w:t>Rekonstrukce mostů přes ulici Šámalova v Brně</w:t>
            </w:r>
          </w:fldSimple>
        </w:p>
        <w:p w:rsidR="00CF0EF4" w:rsidRPr="003462EB" w:rsidRDefault="00104A46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104A46">
            <w:t xml:space="preserve">KOMENTÁŘ K SOUPISU </w:t>
          </w:r>
          <w:r w:rsidRPr="00104A46">
            <w:t>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A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A4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E7" w:rsidRDefault="007365E7" w:rsidP="00962258">
      <w:pPr>
        <w:spacing w:after="0" w:line="240" w:lineRule="auto"/>
      </w:pPr>
      <w:r>
        <w:separator/>
      </w:r>
    </w:p>
  </w:footnote>
  <w:footnote w:type="continuationSeparator" w:id="0">
    <w:p w:rsidR="007365E7" w:rsidRDefault="007365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692" w:rsidRDefault="002936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C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4A46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3692"/>
    <w:rsid w:val="002A3B57"/>
    <w:rsid w:val="002A51B5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740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64A7B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4FCF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5E7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8619B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B76A7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A48A5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09F6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8F72EEA-89F2-4B28-B220-6C2F2142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DA48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ttmer\Desktop\VIKTOR%20BLANSKO\Realizace\Blansko%20KS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0A5F4177AC4D79ADF4E3750032C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E5671-5ED1-453D-ABBF-B0E882C9A5F1}"/>
      </w:docPartPr>
      <w:docPartBody>
        <w:p w:rsidR="00EF7706" w:rsidRDefault="001E7166">
          <w:pPr>
            <w:pStyle w:val="490A5F4177AC4D79ADF4E3750032CE45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B31A2C2CD3134961A34680143376FA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FD543-03D8-4EE3-A173-01D9D0BB5FCE}"/>
      </w:docPartPr>
      <w:docPartBody>
        <w:p w:rsidR="00031760" w:rsidRDefault="00C25DEE" w:rsidP="00C25DEE">
          <w:pPr>
            <w:pStyle w:val="B31A2C2CD3134961A34680143376FA5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66"/>
    <w:rsid w:val="00031760"/>
    <w:rsid w:val="001E7166"/>
    <w:rsid w:val="002630AA"/>
    <w:rsid w:val="00B71E48"/>
    <w:rsid w:val="00C25DEE"/>
    <w:rsid w:val="00D34326"/>
    <w:rsid w:val="00E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5DEE"/>
    <w:rPr>
      <w:color w:val="808080"/>
    </w:rPr>
  </w:style>
  <w:style w:type="paragraph" w:customStyle="1" w:styleId="490A5F4177AC4D79ADF4E3750032CE45">
    <w:name w:val="490A5F4177AC4D79ADF4E3750032CE45"/>
  </w:style>
  <w:style w:type="paragraph" w:customStyle="1" w:styleId="B31A2C2CD3134961A34680143376FA57">
    <w:name w:val="B31A2C2CD3134961A34680143376FA57"/>
    <w:rsid w:val="00C25D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483D0-EA60-412A-8138-6B5CA4F8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Blansko KSP</Template>
  <TotalTime>28</TotalTime>
  <Pages>6</Pages>
  <Words>1834</Words>
  <Characters>10823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Dittmer Jiří, Ing.</dc:creator>
  <cp:lastModifiedBy>Rečková Radomíra, Ing.</cp:lastModifiedBy>
  <cp:revision>7</cp:revision>
  <cp:lastPrinted>2019-03-13T10:28:00Z</cp:lastPrinted>
  <dcterms:created xsi:type="dcterms:W3CDTF">2021-09-06T12:01:00Z</dcterms:created>
  <dcterms:modified xsi:type="dcterms:W3CDTF">2021-10-22T05:17:00Z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